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A8E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77777777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67A9F">
        <w:rPr>
          <w:rFonts w:ascii="Corbel" w:hAnsi="Corbel"/>
          <w:i/>
          <w:smallCaps/>
          <w:sz w:val="24"/>
          <w:szCs w:val="24"/>
        </w:rPr>
        <w:t>2020-2022</w:t>
      </w:r>
    </w:p>
    <w:p w14:paraId="74D45517" w14:textId="77777777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2021-2022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E/II/EUB/C.9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620CADF1" w:rsidR="00D67A9F" w:rsidRPr="000D26B8" w:rsidRDefault="00113ED0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67A9F" w:rsidRPr="000D26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2FEDE7F1" w:rsidR="00015B8F" w:rsidRPr="009C54AE" w:rsidRDefault="00113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Teams</w:t>
      </w:r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6EA84CB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9302CF" w14:textId="5087EE2B" w:rsidR="00247826" w:rsidRPr="009C54AE" w:rsidRDefault="0025044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24782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2A41A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Wymienia i opisuje podstawowe problemy związane z obszarem Total Quality Management (cykl Deminga,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E. Deminga,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J. M. Jurana,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P. 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TQM - Total Quality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5F63624F" w:rsidR="006C4E63" w:rsidRPr="000D26B8" w:rsidRDefault="00113ED0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011C907B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</w:t>
            </w:r>
            <w:r w:rsidR="00113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Mantura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Hermaniuk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AE0AE" w14:textId="77777777" w:rsidR="002044CB" w:rsidRDefault="002044CB" w:rsidP="00C16ABF">
      <w:pPr>
        <w:spacing w:after="0" w:line="240" w:lineRule="auto"/>
      </w:pPr>
      <w:r>
        <w:separator/>
      </w:r>
    </w:p>
  </w:endnote>
  <w:endnote w:type="continuationSeparator" w:id="0">
    <w:p w14:paraId="0C86D437" w14:textId="77777777" w:rsidR="002044CB" w:rsidRDefault="002044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B13B4" w14:textId="77777777" w:rsidR="002044CB" w:rsidRDefault="002044CB" w:rsidP="00C16ABF">
      <w:pPr>
        <w:spacing w:after="0" w:line="240" w:lineRule="auto"/>
      </w:pPr>
      <w:r>
        <w:separator/>
      </w:r>
    </w:p>
  </w:footnote>
  <w:footnote w:type="continuationSeparator" w:id="0">
    <w:p w14:paraId="172E66C0" w14:textId="77777777" w:rsidR="002044CB" w:rsidRDefault="002044CB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1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4CB"/>
    <w:rsid w:val="002144C0"/>
    <w:rsid w:val="00215FA7"/>
    <w:rsid w:val="0022477D"/>
    <w:rsid w:val="002278A9"/>
    <w:rsid w:val="002336F9"/>
    <w:rsid w:val="0024028F"/>
    <w:rsid w:val="00244ABC"/>
    <w:rsid w:val="00247826"/>
    <w:rsid w:val="00250442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45A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26F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D4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B5A50-A5B2-4D4B-8D63-2D4CAA92D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EEC8B8-9171-4E0F-B0C5-546702255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947</Words>
  <Characters>5688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5</cp:revision>
  <cp:lastPrinted>2019-02-06T12:12:00Z</cp:lastPrinted>
  <dcterms:created xsi:type="dcterms:W3CDTF">2020-12-20T05:39:00Z</dcterms:created>
  <dcterms:modified xsi:type="dcterms:W3CDTF">2021-02-09T10:45:00Z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